
<file path=[Content_Types].xml><?xml version="1.0" encoding="utf-8"?>
<Types xmlns="http://schemas.openxmlformats.org/package/2006/content-types">
  <Default ContentType="application/vnd.openxmlformats-officedocument.oleObject" Extension="bin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85"/>
        <w:gridCol w:w="4678"/>
      </w:tblGrid>
      <w:tr w:rsidR="003B15FB" w14:paraId="54B15B3A" w14:textId="77777777">
        <w:trPr>
          <w:cantSplit/>
        </w:trPr>
        <w:tc>
          <w:tcPr>
            <w:tcW w:w="9463" w:type="dxa"/>
            <w:gridSpan w:val="2"/>
          </w:tcPr>
          <w:p w14:paraId="54B15B38" w14:textId="77777777" w:rsidR="003B15FB" w:rsidRDefault="003B15FB">
            <w:pPr>
              <w:jc w:val="center"/>
              <w:rPr>
                <w:rFonts w:ascii="TimesLT" w:hAnsi="TimesLT"/>
              </w:rPr>
            </w:pPr>
            <w:r>
              <w:rPr>
                <w:rFonts w:ascii="TimesLT" w:hAnsi="TimesLT"/>
              </w:rPr>
              <w:object w:dxaOrig="4724" w:dyaOrig="5535" w14:anchorId="54B15B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54pt" o:ole="" fillcolor="window">
                  <v:imagedata r:id="rId7" o:title=""/>
                </v:shape>
                <o:OLEObject Type="Embed" ProgID="PBrush" ShapeID="_x0000_i1025" DrawAspect="Content" ObjectID="_1670833371" r:id="rId8"/>
              </w:object>
            </w:r>
          </w:p>
          <w:p w14:paraId="54B15B39" w14:textId="77777777" w:rsidR="00424E5F" w:rsidRPr="00A26DA1" w:rsidRDefault="00424E5F">
            <w:pPr>
              <w:jc w:val="center"/>
              <w:rPr>
                <w:sz w:val="18"/>
                <w:szCs w:val="18"/>
              </w:rPr>
            </w:pPr>
          </w:p>
        </w:tc>
      </w:tr>
      <w:tr w:rsidR="003B15FB" w14:paraId="54B15B3E" w14:textId="77777777">
        <w:trPr>
          <w:cantSplit/>
        </w:trPr>
        <w:tc>
          <w:tcPr>
            <w:tcW w:w="9463" w:type="dxa"/>
            <w:gridSpan w:val="2"/>
          </w:tcPr>
          <w:p w14:paraId="54B15B3B" w14:textId="77777777" w:rsidR="003B15FB" w:rsidRDefault="003B15FB">
            <w:pPr>
              <w:pStyle w:val="Antrat2"/>
              <w:rPr>
                <w:bCs/>
                <w:caps/>
                <w:sz w:val="26"/>
                <w:szCs w:val="24"/>
              </w:rPr>
            </w:pPr>
            <w:r>
              <w:rPr>
                <w:bCs/>
                <w:caps/>
                <w:sz w:val="26"/>
                <w:szCs w:val="24"/>
              </w:rPr>
              <w:t xml:space="preserve">ZARASŲ RAJONO SAVIVALDYBĖs ADMINISTRACIJOS </w:t>
            </w:r>
          </w:p>
          <w:p w14:paraId="4F00A6D7" w14:textId="77777777" w:rsidR="00C509D5" w:rsidRDefault="003B15FB" w:rsidP="006B126E">
            <w:pPr>
              <w:pStyle w:val="Antrat1"/>
              <w:rPr>
                <w:sz w:val="26"/>
              </w:rPr>
            </w:pPr>
            <w:r>
              <w:rPr>
                <w:sz w:val="26"/>
              </w:rPr>
              <w:t>DIREKTORIUS</w:t>
            </w:r>
          </w:p>
          <w:p w14:paraId="54B15B3D" w14:textId="70B6586B" w:rsidR="00CC522C" w:rsidRPr="00CC522C" w:rsidRDefault="00CC522C" w:rsidP="00CC522C"/>
        </w:tc>
      </w:tr>
      <w:tr w:rsidR="003B15FB" w14:paraId="54B15B42" w14:textId="77777777">
        <w:trPr>
          <w:cantSplit/>
          <w:trHeight w:val="131"/>
          <w:hidden/>
        </w:trPr>
        <w:tc>
          <w:tcPr>
            <w:tcW w:w="4785" w:type="dxa"/>
            <w:vAlign w:val="bottom"/>
          </w:tcPr>
          <w:p w14:paraId="54B15B3F" w14:textId="77777777" w:rsidR="003B15FB" w:rsidRDefault="003B15FB">
            <w:pPr>
              <w:pStyle w:val="Antrat4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54B15B40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  <w:p w14:paraId="54B15B41" w14:textId="77777777" w:rsidR="00F83FD1" w:rsidRDefault="00F83FD1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4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3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jc w:val="center"/>
              <w:rPr>
                <w:b/>
                <w:vanish/>
                <w:sz w:val="24"/>
                <w:szCs w:val="24"/>
              </w:rPr>
            </w:pPr>
            <w:r>
              <w:rPr>
                <w:b/>
                <w:sz w:val="24"/>
              </w:rPr>
              <w:t>ĮSAKYMAS</w:t>
            </w:r>
          </w:p>
        </w:tc>
      </w:tr>
      <w:tr w:rsidR="003B15FB" w14:paraId="54B15B47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6" w14:textId="7BDB47C1" w:rsidR="00732E2B" w:rsidRPr="006B126E" w:rsidRDefault="00760E57" w:rsidP="00732E2B">
            <w:pPr>
              <w:pStyle w:val="prastasiniatinklio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60E5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DĖL ZARASŲ RAJONO SAVIVALDYBĖS ADMINISTRACIJOS DIREKTORIAUS 2020 M. KOVO 24 D. ĮSAKYMO NR. I(6.6 E)-172 „DĖL ZARASŲ RAJONO SAVIVALDYBĖS ADMINISTRACIJOS 2020-ŲJŲ METŲ VEIKLOS PLANO TVIRTINIMO“ PAKEITIMO</w:t>
            </w:r>
          </w:p>
        </w:tc>
      </w:tr>
      <w:tr w:rsidR="003B15FB" w14:paraId="54B15B49" w14:textId="77777777">
        <w:trPr>
          <w:cantSplit/>
          <w:trHeight w:val="131"/>
          <w:hidden/>
        </w:trPr>
        <w:tc>
          <w:tcPr>
            <w:tcW w:w="9463" w:type="dxa"/>
            <w:gridSpan w:val="2"/>
            <w:vAlign w:val="bottom"/>
          </w:tcPr>
          <w:p w14:paraId="54B15B48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B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A" w14:textId="47ABF4C5" w:rsidR="003B15FB" w:rsidRPr="0070781D" w:rsidRDefault="003B15FB" w:rsidP="006D1B47">
            <w:pPr>
              <w:jc w:val="center"/>
              <w:rPr>
                <w:b/>
                <w:vanish/>
              </w:rPr>
            </w:pPr>
            <w:r w:rsidRPr="0070781D">
              <w:t>20</w:t>
            </w:r>
            <w:r w:rsidR="006D1B47">
              <w:t>20</w:t>
            </w:r>
            <w:r w:rsidRPr="0070781D">
              <w:t xml:space="preserve"> m.</w:t>
            </w:r>
            <w:r w:rsidR="00EA2F0A">
              <w:t xml:space="preserve">      </w:t>
            </w:r>
            <w:r w:rsidR="008434AB">
              <w:t xml:space="preserve">   </w:t>
            </w:r>
            <w:r w:rsidR="00D11DCB">
              <w:t xml:space="preserve"> </w:t>
            </w:r>
            <w:r w:rsidRPr="0070781D">
              <w:t>d. Nr.</w:t>
            </w:r>
            <w:r w:rsidR="004C6CA6">
              <w:t xml:space="preserve"> </w:t>
            </w:r>
            <w:r w:rsidR="00F5762D">
              <w:t>I(6.6 E)-</w:t>
            </w:r>
          </w:p>
        </w:tc>
      </w:tr>
      <w:tr w:rsidR="003B15FB" w14:paraId="54B15B4D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C" w14:textId="77777777" w:rsidR="003B15FB" w:rsidRDefault="003B15FB">
            <w:pPr>
              <w:jc w:val="center"/>
            </w:pPr>
            <w:r>
              <w:t>Zarasai</w:t>
            </w:r>
          </w:p>
        </w:tc>
      </w:tr>
    </w:tbl>
    <w:p w14:paraId="54B15B4E" w14:textId="77777777" w:rsidR="003B15FB" w:rsidRPr="00192F62" w:rsidRDefault="003B15FB">
      <w:pPr>
        <w:jc w:val="center"/>
        <w:rPr>
          <w:sz w:val="20"/>
          <w:szCs w:val="20"/>
        </w:rPr>
      </w:pPr>
    </w:p>
    <w:p w14:paraId="54B15B4F" w14:textId="77777777" w:rsidR="00192F62" w:rsidRDefault="00192F62">
      <w:pPr>
        <w:jc w:val="center"/>
      </w:pPr>
    </w:p>
    <w:p w14:paraId="3E63CBC6" w14:textId="1E49D1EB" w:rsidR="00524499" w:rsidRDefault="00524499" w:rsidP="00524499">
      <w:pPr>
        <w:pStyle w:val="Pagrindinistekstas"/>
        <w:tabs>
          <w:tab w:val="left" w:pos="1134"/>
        </w:tabs>
        <w:ind w:firstLine="851"/>
      </w:pPr>
      <w:r>
        <w:t xml:space="preserve">Vadovaudamasis Lietuvos Respublikos vietos savivaldos įstatymo 18 straipsnio 1 dalimi, Zarasų rajono savivaldybės tarybos 2020 </w:t>
      </w:r>
      <w:r w:rsidRPr="000C21FD">
        <w:t xml:space="preserve">m. </w:t>
      </w:r>
      <w:r w:rsidR="00AE17EE" w:rsidRPr="000C21FD">
        <w:t>gruodžio</w:t>
      </w:r>
      <w:r w:rsidR="00E55AA3" w:rsidRPr="000C21FD">
        <w:t xml:space="preserve"> 2</w:t>
      </w:r>
      <w:r w:rsidR="00AE17EE" w:rsidRPr="000C21FD">
        <w:t>9</w:t>
      </w:r>
      <w:r w:rsidR="00E55AA3" w:rsidRPr="000C21FD">
        <w:t xml:space="preserve"> </w:t>
      </w:r>
      <w:r w:rsidRPr="000C21FD">
        <w:t>d. sprendimu Nr. T-</w:t>
      </w:r>
      <w:r w:rsidR="000C21FD" w:rsidRPr="000C21FD">
        <w:t>209</w:t>
      </w:r>
      <w:r w:rsidRPr="000C21FD">
        <w:t xml:space="preserve"> „D</w:t>
      </w:r>
      <w:r>
        <w:t>ėl Zarasų rajono savivaldybės tarybos 2020 m. vasario 28 d. sprendimo Nr. T(1.2 E)-23 „Dėl Zarasų rajono savivaldybės 2020</w:t>
      </w:r>
      <w:r w:rsidRPr="003341EC">
        <w:rPr>
          <w:caps/>
        </w:rPr>
        <w:t>–</w:t>
      </w:r>
      <w:r>
        <w:t>2022 metų strateginio veiklos plano tvirtinimo“ pakeitimo“</w:t>
      </w:r>
      <w:r w:rsidR="00F5562A">
        <w:t xml:space="preserve">, </w:t>
      </w:r>
      <w:r w:rsidR="00F5562A" w:rsidRPr="009F7D18">
        <w:t xml:space="preserve">Zarasų rajono savivaldybės strateginio planavimo organizavimo tvarkos aprašo, patvirtinto Zarasų rajono savivaldybės tarybos </w:t>
      </w:r>
      <w:smartTag w:uri="urn:schemas-microsoft-com:office:smarttags" w:element="metricconverter">
        <w:smartTagPr>
          <w:attr w:name="ProductID" w:val="2015 m"/>
        </w:smartTagPr>
        <w:r w:rsidR="00F5562A" w:rsidRPr="009F7D18">
          <w:t>2015 m</w:t>
        </w:r>
      </w:smartTag>
      <w:r w:rsidR="00F5562A" w:rsidRPr="009F7D18">
        <w:t xml:space="preserve">. kovo 17 d. sprendimu Nr. T-50 „Dėl Zarasų rajono savivaldybės strateginio planavimo organizavimo tvarkos aprašo patvirtinimo“, </w:t>
      </w:r>
      <w:r w:rsidR="00F5562A">
        <w:t>37</w:t>
      </w:r>
      <w:r w:rsidR="00F5562A" w:rsidRPr="009F7D18">
        <w:t xml:space="preserve"> punktu</w:t>
      </w:r>
      <w:r>
        <w:t>:</w:t>
      </w:r>
    </w:p>
    <w:p w14:paraId="7E2A3BA1" w14:textId="73755721" w:rsidR="00B026CE" w:rsidRDefault="00524499" w:rsidP="00B026CE">
      <w:pPr>
        <w:pStyle w:val="Pagrindinistekstas"/>
        <w:numPr>
          <w:ilvl w:val="0"/>
          <w:numId w:val="30"/>
        </w:numPr>
        <w:tabs>
          <w:tab w:val="left" w:pos="1134"/>
        </w:tabs>
        <w:ind w:left="0" w:firstLine="851"/>
      </w:pPr>
      <w:r>
        <w:t xml:space="preserve">K </w:t>
      </w:r>
      <w:r w:rsidRPr="00CD0D7A">
        <w:t>e i č i u  Zarasų rajono s</w:t>
      </w:r>
      <w:r>
        <w:t>avivaldybės administracijos 20</w:t>
      </w:r>
      <w:r w:rsidR="00425440">
        <w:t>20</w:t>
      </w:r>
      <w:r w:rsidRPr="00CD0D7A">
        <w:t>-ųjų metų veiklos plan</w:t>
      </w:r>
      <w:r w:rsidR="00966C59">
        <w:t>o</w:t>
      </w:r>
      <w:r w:rsidR="000B6317">
        <w:t xml:space="preserve"> programas</w:t>
      </w:r>
      <w:r w:rsidRPr="00CD0D7A">
        <w:t>, patvirtint</w:t>
      </w:r>
      <w:r w:rsidR="00726172">
        <w:t>as</w:t>
      </w:r>
      <w:r w:rsidRPr="00CD0D7A">
        <w:t xml:space="preserve"> Zarasų rajono savivaldybės administracijos direktoriaus 20</w:t>
      </w:r>
      <w:r w:rsidR="00425440">
        <w:t>20</w:t>
      </w:r>
      <w:r w:rsidRPr="00CD0D7A">
        <w:t xml:space="preserve"> m. </w:t>
      </w:r>
      <w:r w:rsidR="002A5CEE">
        <w:t xml:space="preserve">kovo 24 </w:t>
      </w:r>
      <w:r w:rsidRPr="00CD0D7A">
        <w:t>d</w:t>
      </w:r>
      <w:r>
        <w:t>. įsakymu</w:t>
      </w:r>
      <w:r w:rsidR="000B6317">
        <w:t xml:space="preserve"> </w:t>
      </w:r>
      <w:r>
        <w:t>Nr.</w:t>
      </w:r>
      <w:r w:rsidR="00851E08">
        <w:t xml:space="preserve"> </w:t>
      </w:r>
      <w:r>
        <w:t>I(6.6</w:t>
      </w:r>
      <w:r w:rsidR="00425440">
        <w:t xml:space="preserve"> </w:t>
      </w:r>
      <w:r>
        <w:t>E)-1</w:t>
      </w:r>
      <w:r w:rsidR="00425440">
        <w:t>72</w:t>
      </w:r>
      <w:r w:rsidR="008E3CE9">
        <w:t xml:space="preserve"> </w:t>
      </w:r>
      <w:r w:rsidRPr="00CD0D7A">
        <w:t>„</w:t>
      </w:r>
      <w:r w:rsidRPr="00BC68DE">
        <w:t>Dėl Zarasų rajono savivaldybės administracijos 20</w:t>
      </w:r>
      <w:r w:rsidR="00425440">
        <w:t>20</w:t>
      </w:r>
      <w:r w:rsidRPr="00BC68DE">
        <w:t>-ųjų metų veiklos plano tvirtinimo“</w:t>
      </w:r>
      <w:r w:rsidR="00A41617">
        <w:t>,</w:t>
      </w:r>
      <w:r w:rsidR="00966C59">
        <w:t xml:space="preserve"> </w:t>
      </w:r>
      <w:r w:rsidRPr="00BC68DE">
        <w:t xml:space="preserve">ir išdėstau </w:t>
      </w:r>
      <w:r w:rsidR="00E5481D">
        <w:t>jas</w:t>
      </w:r>
      <w:r w:rsidRPr="00BC68DE">
        <w:t xml:space="preserve"> nauja redakcija (pridedama).</w:t>
      </w:r>
    </w:p>
    <w:p w14:paraId="3FE8D54F" w14:textId="34E2A56C" w:rsidR="008D037E" w:rsidRDefault="008D037E" w:rsidP="002A482F">
      <w:pPr>
        <w:pStyle w:val="Pagrindinistekstas"/>
        <w:numPr>
          <w:ilvl w:val="0"/>
          <w:numId w:val="30"/>
        </w:numPr>
        <w:tabs>
          <w:tab w:val="left" w:pos="1134"/>
        </w:tabs>
        <w:ind w:left="0" w:firstLine="851"/>
      </w:pPr>
      <w:r w:rsidRPr="008D037E">
        <w:t xml:space="preserve">N u s t a t a u, kad Zarasų rajono savivaldybės administracijos skyrių vedėjai ar į struktūrinius padalinius neįeinantys valstybės tarnautojai yra atsakingi už skyriaus darbuotojams priskirtų Zarasų rajono savivaldybės administracijos 2020-ųjų metų veiklos plano priemonių veiklų </w:t>
      </w:r>
      <w:r>
        <w:t>įgyvendinimo</w:t>
      </w:r>
      <w:r w:rsidRPr="008D037E">
        <w:t xml:space="preserve"> kontrolę.</w:t>
      </w:r>
      <w:r w:rsidR="00726646">
        <w:t xml:space="preserve"> Pasibaigus ketvirčiui, bet ne vėliau kaip per 15 kalendorinių dienų nuo ketvirčio pabaigos</w:t>
      </w:r>
      <w:r w:rsidR="00717E1F">
        <w:t>,</w:t>
      </w:r>
      <w:r w:rsidR="00726646">
        <w:t xml:space="preserve"> Apskaitos skyri</w:t>
      </w:r>
      <w:r w:rsidR="00717E1F">
        <w:t>au</w:t>
      </w:r>
      <w:r w:rsidR="00726646">
        <w:t>s</w:t>
      </w:r>
      <w:r w:rsidR="00717E1F">
        <w:t xml:space="preserve"> darbuotojai</w:t>
      </w:r>
      <w:r w:rsidR="00726646">
        <w:t xml:space="preserve"> parengia ir pateikia </w:t>
      </w:r>
      <w:r w:rsidR="00726646" w:rsidRPr="00726646">
        <w:t>Zarasų rajono savivaldybės administracijos skyrių vedėja</w:t>
      </w:r>
      <w:r w:rsidR="00726646">
        <w:t>ms</w:t>
      </w:r>
      <w:r w:rsidR="00726646" w:rsidRPr="00726646">
        <w:t xml:space="preserve"> </w:t>
      </w:r>
      <w:r w:rsidR="00726646">
        <w:t>i</w:t>
      </w:r>
      <w:r w:rsidR="00726646" w:rsidRPr="00726646">
        <w:t>r į struktūrinius padalinius neįeinant</w:t>
      </w:r>
      <w:r w:rsidR="00726646">
        <w:t>iems</w:t>
      </w:r>
      <w:r w:rsidR="00726646" w:rsidRPr="00726646">
        <w:t xml:space="preserve"> valstybės tarnautoja</w:t>
      </w:r>
      <w:r w:rsidR="00726646">
        <w:t>ms priemonių vykdymo ataskaitos faktiškai patirtų išlaidų sumas</w:t>
      </w:r>
      <w:r w:rsidR="00717E1F">
        <w:t xml:space="preserve"> pagal programų priemones</w:t>
      </w:r>
      <w:r w:rsidR="00726646">
        <w:t>.</w:t>
      </w:r>
    </w:p>
    <w:p w14:paraId="221F3447" w14:textId="0F30FB47" w:rsidR="002A482F" w:rsidRPr="002A482F" w:rsidRDefault="002A482F" w:rsidP="002A482F">
      <w:pPr>
        <w:pStyle w:val="Pagrindinistekstas"/>
        <w:numPr>
          <w:ilvl w:val="0"/>
          <w:numId w:val="30"/>
        </w:numPr>
        <w:tabs>
          <w:tab w:val="left" w:pos="1134"/>
        </w:tabs>
        <w:ind w:left="0" w:firstLine="851"/>
      </w:pPr>
      <w:r w:rsidRPr="002A482F">
        <w:t>P r i p a ž į s t u  netekusiu galios Zarasų rajono savivaldybės administracijos direktoriaus 20</w:t>
      </w:r>
      <w:r>
        <w:t>20</w:t>
      </w:r>
      <w:r w:rsidRPr="002A482F">
        <w:t xml:space="preserve"> m. </w:t>
      </w:r>
      <w:r w:rsidR="00AB1F82">
        <w:t>gruodžio 1</w:t>
      </w:r>
      <w:r w:rsidRPr="002A482F">
        <w:t xml:space="preserve"> d. įsakymą Nr. I(6.6 E)-</w:t>
      </w:r>
      <w:r w:rsidR="00AB1F82">
        <w:t>770</w:t>
      </w:r>
      <w:r w:rsidRPr="002A482F">
        <w:t xml:space="preserve"> „Dėl Zarasų rajono savivaldybės administracijos direktoriaus 20</w:t>
      </w:r>
      <w:r>
        <w:t>20</w:t>
      </w:r>
      <w:r w:rsidRPr="002A482F">
        <w:t xml:space="preserve"> m. kovo </w:t>
      </w:r>
      <w:r>
        <w:t>24</w:t>
      </w:r>
      <w:r w:rsidRPr="002A482F">
        <w:t xml:space="preserve"> d. įsakymo Nr. I(6.6 E)-</w:t>
      </w:r>
      <w:r>
        <w:t>172</w:t>
      </w:r>
      <w:r w:rsidRPr="002A482F">
        <w:t xml:space="preserve"> „Dėl Zarasų rajono savivaldybės administracijos 20</w:t>
      </w:r>
      <w:r>
        <w:t>20</w:t>
      </w:r>
      <w:r w:rsidRPr="002A482F">
        <w:t xml:space="preserve">-ųjų metų veiklos plano tvirtinimo“ pakeitimo“. </w:t>
      </w:r>
    </w:p>
    <w:p w14:paraId="2CD83D41" w14:textId="77777777" w:rsidR="00621362" w:rsidRDefault="00621362" w:rsidP="00621362">
      <w:pPr>
        <w:pStyle w:val="Pagrindinistekstas"/>
        <w:tabs>
          <w:tab w:val="left" w:pos="1134"/>
        </w:tabs>
        <w:ind w:firstLine="851"/>
      </w:pPr>
      <w:r>
        <w:t>Įsakymas skelbiamas Teisės aktų registre.</w:t>
      </w:r>
    </w:p>
    <w:p w14:paraId="28DBE7EF" w14:textId="77777777" w:rsidR="00621362" w:rsidRDefault="00621362" w:rsidP="00621362">
      <w:pPr>
        <w:pStyle w:val="Pagrindinistekstas"/>
        <w:tabs>
          <w:tab w:val="left" w:pos="1134"/>
        </w:tabs>
        <w:ind w:firstLine="851"/>
      </w:pPr>
    </w:p>
    <w:p w14:paraId="175D7A64" w14:textId="77777777" w:rsidR="00621362" w:rsidRPr="003B500E" w:rsidRDefault="00621362" w:rsidP="00621362">
      <w:pPr>
        <w:pStyle w:val="Pagrindinistekstas"/>
        <w:tabs>
          <w:tab w:val="left" w:pos="1134"/>
        </w:tabs>
        <w:ind w:firstLine="851"/>
        <w:rPr>
          <w:sz w:val="22"/>
          <w:szCs w:val="2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820"/>
        <w:gridCol w:w="2381"/>
        <w:gridCol w:w="2627"/>
      </w:tblGrid>
      <w:tr w:rsidR="00621362" w:rsidRPr="003D0A83" w14:paraId="68838A1E" w14:textId="77777777" w:rsidTr="00DE4935">
        <w:tc>
          <w:tcPr>
            <w:tcW w:w="4820" w:type="dxa"/>
          </w:tcPr>
          <w:p w14:paraId="782D1B80" w14:textId="39B7F8B1" w:rsidR="00621362" w:rsidRPr="003D0A83" w:rsidRDefault="000950CF" w:rsidP="00DE4935">
            <w:r>
              <w:t>Administracijos direktorius</w:t>
            </w:r>
          </w:p>
        </w:tc>
        <w:tc>
          <w:tcPr>
            <w:tcW w:w="2381" w:type="dxa"/>
          </w:tcPr>
          <w:p w14:paraId="75850125" w14:textId="77777777" w:rsidR="00621362" w:rsidRPr="003D0A83" w:rsidRDefault="00621362" w:rsidP="00DE4935"/>
        </w:tc>
        <w:tc>
          <w:tcPr>
            <w:tcW w:w="2627" w:type="dxa"/>
          </w:tcPr>
          <w:p w14:paraId="0A89EE31" w14:textId="30B2D3B3" w:rsidR="00621362" w:rsidRPr="003D0A83" w:rsidRDefault="000950CF" w:rsidP="000950CF">
            <w:r>
              <w:t>Benjaminas Sakalauskas</w:t>
            </w:r>
          </w:p>
        </w:tc>
      </w:tr>
    </w:tbl>
    <w:p w14:paraId="19568335" w14:textId="77777777" w:rsidR="00621362" w:rsidRDefault="00621362" w:rsidP="00621362">
      <w:pPr>
        <w:jc w:val="both"/>
      </w:pPr>
    </w:p>
    <w:sectPr w:rsidR="00621362" w:rsidSect="00B85484">
      <w:headerReference w:type="even" r:id="rId9"/>
      <w:headerReference w:type="first" r:id="rId10"/>
      <w:pgSz w:w="11907" w:h="16840" w:code="9"/>
      <w:pgMar w:top="1134" w:right="567" w:bottom="1134" w:left="1701" w:header="284" w:footer="48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CCFCB" w14:textId="77777777" w:rsidR="00444D98" w:rsidRDefault="00444D98">
      <w:r>
        <w:separator/>
      </w:r>
    </w:p>
  </w:endnote>
  <w:endnote w:type="continuationSeparator" w:id="0">
    <w:p w14:paraId="1D35D6B7" w14:textId="77777777" w:rsidR="00444D98" w:rsidRDefault="0044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LT">
    <w:altName w:val="Times New Roman"/>
    <w:charset w:val="00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E5B8C" w14:textId="77777777" w:rsidR="00444D98" w:rsidRDefault="00444D98">
      <w:r>
        <w:separator/>
      </w:r>
    </w:p>
  </w:footnote>
  <w:footnote w:type="continuationSeparator" w:id="0">
    <w:p w14:paraId="45A2751C" w14:textId="77777777" w:rsidR="00444D98" w:rsidRDefault="0044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15B74" w14:textId="77777777" w:rsidR="00911A11" w:rsidRDefault="00911A11" w:rsidP="00EE211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4B15B75" w14:textId="77777777" w:rsidR="00911A11" w:rsidRDefault="00911A1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786"/>
      <w:gridCol w:w="2552"/>
      <w:gridCol w:w="2517"/>
    </w:tblGrid>
    <w:tr w:rsidR="00911A11" w14:paraId="54B15B79" w14:textId="77777777">
      <w:tc>
        <w:tcPr>
          <w:tcW w:w="4786" w:type="dxa"/>
        </w:tcPr>
        <w:p w14:paraId="54B15B76" w14:textId="77777777" w:rsidR="00911A11" w:rsidRDefault="00911A11">
          <w:pPr>
            <w:pStyle w:val="Antrats"/>
          </w:pPr>
        </w:p>
      </w:tc>
      <w:tc>
        <w:tcPr>
          <w:tcW w:w="2552" w:type="dxa"/>
        </w:tcPr>
        <w:p w14:paraId="54B15B77" w14:textId="77777777" w:rsidR="00911A11" w:rsidRDefault="00911A11" w:rsidP="00A178CD">
          <w:pPr>
            <w:pStyle w:val="Antrats"/>
            <w:jc w:val="right"/>
          </w:pPr>
        </w:p>
      </w:tc>
      <w:tc>
        <w:tcPr>
          <w:tcW w:w="2517" w:type="dxa"/>
        </w:tcPr>
        <w:p w14:paraId="54B15B78" w14:textId="77777777" w:rsidR="00911A11" w:rsidRDefault="00911A11" w:rsidP="00566C36">
          <w:pPr>
            <w:pStyle w:val="Antrats"/>
            <w:jc w:val="right"/>
          </w:pPr>
        </w:p>
      </w:tc>
    </w:tr>
  </w:tbl>
  <w:p w14:paraId="54B15B7A" w14:textId="77777777" w:rsidR="00911A11" w:rsidRDefault="00911A11">
    <w:pPr>
      <w:pStyle w:val="Antrats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265D2"/>
    <w:multiLevelType w:val="hybridMultilevel"/>
    <w:tmpl w:val="B1ACC9D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FA0"/>
    <w:multiLevelType w:val="hybridMultilevel"/>
    <w:tmpl w:val="96B2B064"/>
    <w:lvl w:ilvl="0" w:tplc="185E3F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3A69AC"/>
    <w:multiLevelType w:val="hybridMultilevel"/>
    <w:tmpl w:val="B4AA78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1F108A"/>
    <w:multiLevelType w:val="hybridMultilevel"/>
    <w:tmpl w:val="A8C06482"/>
    <w:lvl w:ilvl="0" w:tplc="F9DE3CCC">
      <w:start w:val="13"/>
      <w:numFmt w:val="upperLetter"/>
      <w:lvlText w:val="%1."/>
      <w:lvlJc w:val="left"/>
      <w:pPr>
        <w:tabs>
          <w:tab w:val="num" w:pos="3270"/>
        </w:tabs>
        <w:ind w:left="3270" w:hanging="18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F99499D"/>
    <w:multiLevelType w:val="multilevel"/>
    <w:tmpl w:val="85C4402A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FA92BFA"/>
    <w:multiLevelType w:val="multilevel"/>
    <w:tmpl w:val="AE4AEC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341131A9"/>
    <w:multiLevelType w:val="hybridMultilevel"/>
    <w:tmpl w:val="1A547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A4B1E"/>
    <w:multiLevelType w:val="multilevel"/>
    <w:tmpl w:val="221CF51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8" w15:restartNumberingAfterBreak="0">
    <w:nsid w:val="3828095E"/>
    <w:multiLevelType w:val="multilevel"/>
    <w:tmpl w:val="F9306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9" w15:restartNumberingAfterBreak="0">
    <w:nsid w:val="3BF97B28"/>
    <w:multiLevelType w:val="hybridMultilevel"/>
    <w:tmpl w:val="E670D73A"/>
    <w:lvl w:ilvl="0" w:tplc="D8B883D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4208635A"/>
    <w:multiLevelType w:val="multilevel"/>
    <w:tmpl w:val="92F89F2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459A64A9"/>
    <w:multiLevelType w:val="hybridMultilevel"/>
    <w:tmpl w:val="23C8F6F6"/>
    <w:lvl w:ilvl="0" w:tplc="53F674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474F665C"/>
    <w:multiLevelType w:val="multilevel"/>
    <w:tmpl w:val="342A8D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 w15:restartNumberingAfterBreak="0">
    <w:nsid w:val="49091796"/>
    <w:multiLevelType w:val="hybridMultilevel"/>
    <w:tmpl w:val="DFE27656"/>
    <w:lvl w:ilvl="0" w:tplc="69CE9A74">
      <w:start w:val="13"/>
      <w:numFmt w:val="upperLetter"/>
      <w:lvlText w:val="%1."/>
      <w:lvlJc w:val="left"/>
      <w:pPr>
        <w:tabs>
          <w:tab w:val="num" w:pos="3150"/>
        </w:tabs>
        <w:ind w:left="3150" w:hanging="1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4F1B074E"/>
    <w:multiLevelType w:val="multilevel"/>
    <w:tmpl w:val="BE7C4CA6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5" w15:restartNumberingAfterBreak="0">
    <w:nsid w:val="597B14EA"/>
    <w:multiLevelType w:val="multilevel"/>
    <w:tmpl w:val="FD0697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 w15:restartNumberingAfterBreak="0">
    <w:nsid w:val="5B1B53E3"/>
    <w:multiLevelType w:val="hybridMultilevel"/>
    <w:tmpl w:val="F5DA2D3E"/>
    <w:lvl w:ilvl="0" w:tplc="2102B86E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695834B4"/>
    <w:multiLevelType w:val="multilevel"/>
    <w:tmpl w:val="54ACAC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 w15:restartNumberingAfterBreak="0">
    <w:nsid w:val="6A9A675D"/>
    <w:multiLevelType w:val="hybridMultilevel"/>
    <w:tmpl w:val="5122E822"/>
    <w:lvl w:ilvl="0" w:tplc="E4F429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CE01D98"/>
    <w:multiLevelType w:val="hybridMultilevel"/>
    <w:tmpl w:val="EE0837C0"/>
    <w:lvl w:ilvl="0" w:tplc="39D29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CE42C2">
      <w:numFmt w:val="none"/>
      <w:lvlText w:val=""/>
      <w:lvlJc w:val="left"/>
      <w:pPr>
        <w:tabs>
          <w:tab w:val="num" w:pos="360"/>
        </w:tabs>
      </w:pPr>
    </w:lvl>
    <w:lvl w:ilvl="2" w:tplc="9B06BBFC">
      <w:numFmt w:val="none"/>
      <w:lvlText w:val=""/>
      <w:lvlJc w:val="left"/>
      <w:pPr>
        <w:tabs>
          <w:tab w:val="num" w:pos="360"/>
        </w:tabs>
      </w:pPr>
    </w:lvl>
    <w:lvl w:ilvl="3" w:tplc="4CB66180">
      <w:numFmt w:val="none"/>
      <w:lvlText w:val=""/>
      <w:lvlJc w:val="left"/>
      <w:pPr>
        <w:tabs>
          <w:tab w:val="num" w:pos="360"/>
        </w:tabs>
      </w:pPr>
    </w:lvl>
    <w:lvl w:ilvl="4" w:tplc="D4B6F370">
      <w:numFmt w:val="none"/>
      <w:lvlText w:val=""/>
      <w:lvlJc w:val="left"/>
      <w:pPr>
        <w:tabs>
          <w:tab w:val="num" w:pos="360"/>
        </w:tabs>
      </w:pPr>
    </w:lvl>
    <w:lvl w:ilvl="5" w:tplc="BD6C8698">
      <w:numFmt w:val="none"/>
      <w:lvlText w:val=""/>
      <w:lvlJc w:val="left"/>
      <w:pPr>
        <w:tabs>
          <w:tab w:val="num" w:pos="360"/>
        </w:tabs>
      </w:pPr>
    </w:lvl>
    <w:lvl w:ilvl="6" w:tplc="1DBE8822">
      <w:numFmt w:val="none"/>
      <w:lvlText w:val=""/>
      <w:lvlJc w:val="left"/>
      <w:pPr>
        <w:tabs>
          <w:tab w:val="num" w:pos="360"/>
        </w:tabs>
      </w:pPr>
    </w:lvl>
    <w:lvl w:ilvl="7" w:tplc="F0CC6240">
      <w:numFmt w:val="none"/>
      <w:lvlText w:val=""/>
      <w:lvlJc w:val="left"/>
      <w:pPr>
        <w:tabs>
          <w:tab w:val="num" w:pos="360"/>
        </w:tabs>
      </w:pPr>
    </w:lvl>
    <w:lvl w:ilvl="8" w:tplc="BD38B64A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2200394"/>
    <w:multiLevelType w:val="hybridMultilevel"/>
    <w:tmpl w:val="03B0B9AA"/>
    <w:lvl w:ilvl="0" w:tplc="AAA4E17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2A5720B"/>
    <w:multiLevelType w:val="hybridMultilevel"/>
    <w:tmpl w:val="8632AC0C"/>
    <w:lvl w:ilvl="0" w:tplc="38C2CF62">
      <w:start w:val="1"/>
      <w:numFmt w:val="decimal"/>
      <w:lvlText w:val="%1."/>
      <w:lvlJc w:val="left"/>
      <w:pPr>
        <w:tabs>
          <w:tab w:val="num" w:pos="2882"/>
        </w:tabs>
        <w:ind w:left="2882" w:hanging="16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22" w15:restartNumberingAfterBreak="0">
    <w:nsid w:val="76B1369A"/>
    <w:multiLevelType w:val="hybridMultilevel"/>
    <w:tmpl w:val="EEE2FF4E"/>
    <w:lvl w:ilvl="0" w:tplc="3D542E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9895BA7"/>
    <w:multiLevelType w:val="multilevel"/>
    <w:tmpl w:val="CEA65F4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20"/>
  </w:num>
  <w:num w:numId="2">
    <w:abstractNumId w:val="1"/>
  </w:num>
  <w:num w:numId="3">
    <w:abstractNumId w:val="12"/>
  </w:num>
  <w:num w:numId="4">
    <w:abstractNumId w:val="9"/>
  </w:num>
  <w:num w:numId="5">
    <w:abstractNumId w:val="18"/>
  </w:num>
  <w:num w:numId="6">
    <w:abstractNumId w:val="11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7"/>
  </w:num>
  <w:num w:numId="12">
    <w:abstractNumId w:val="23"/>
  </w:num>
  <w:num w:numId="13">
    <w:abstractNumId w:val="2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8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</w:num>
  <w:num w:numId="20">
    <w:abstractNumId w:val="10"/>
  </w:num>
  <w:num w:numId="21">
    <w:abstractNumId w:val="19"/>
  </w:num>
  <w:num w:numId="22">
    <w:abstractNumId w:val="2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3"/>
  </w:num>
  <w:num w:numId="28">
    <w:abstractNumId w:val="2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3F5"/>
    <w:rsid w:val="00015D61"/>
    <w:rsid w:val="00022D0D"/>
    <w:rsid w:val="00023227"/>
    <w:rsid w:val="0007683E"/>
    <w:rsid w:val="000950CF"/>
    <w:rsid w:val="000A03C5"/>
    <w:rsid w:val="000B6317"/>
    <w:rsid w:val="000C21FD"/>
    <w:rsid w:val="000C4731"/>
    <w:rsid w:val="000D6A99"/>
    <w:rsid w:val="000D6CAF"/>
    <w:rsid w:val="000E1ED2"/>
    <w:rsid w:val="000E238C"/>
    <w:rsid w:val="000F4295"/>
    <w:rsid w:val="00104BA7"/>
    <w:rsid w:val="00113482"/>
    <w:rsid w:val="00145333"/>
    <w:rsid w:val="00150CDF"/>
    <w:rsid w:val="0015517E"/>
    <w:rsid w:val="001813C4"/>
    <w:rsid w:val="00181B80"/>
    <w:rsid w:val="0018376E"/>
    <w:rsid w:val="0018481F"/>
    <w:rsid w:val="00192F62"/>
    <w:rsid w:val="001B0828"/>
    <w:rsid w:val="001C07BE"/>
    <w:rsid w:val="001C4975"/>
    <w:rsid w:val="001D455D"/>
    <w:rsid w:val="001D4D7F"/>
    <w:rsid w:val="001E1539"/>
    <w:rsid w:val="001E2FD4"/>
    <w:rsid w:val="001E3334"/>
    <w:rsid w:val="001F1EFA"/>
    <w:rsid w:val="001F2F45"/>
    <w:rsid w:val="00206C97"/>
    <w:rsid w:val="00213B6F"/>
    <w:rsid w:val="00235736"/>
    <w:rsid w:val="00240784"/>
    <w:rsid w:val="00241659"/>
    <w:rsid w:val="00253512"/>
    <w:rsid w:val="002631C3"/>
    <w:rsid w:val="00275870"/>
    <w:rsid w:val="00281FFD"/>
    <w:rsid w:val="00295892"/>
    <w:rsid w:val="00296DFF"/>
    <w:rsid w:val="002A482F"/>
    <w:rsid w:val="002A4983"/>
    <w:rsid w:val="002A5CEE"/>
    <w:rsid w:val="002D3EBF"/>
    <w:rsid w:val="003175CB"/>
    <w:rsid w:val="003206DF"/>
    <w:rsid w:val="003262CD"/>
    <w:rsid w:val="00333C29"/>
    <w:rsid w:val="0035152A"/>
    <w:rsid w:val="0035573B"/>
    <w:rsid w:val="0036758C"/>
    <w:rsid w:val="00367EE0"/>
    <w:rsid w:val="00371BB6"/>
    <w:rsid w:val="00383FF2"/>
    <w:rsid w:val="0039095B"/>
    <w:rsid w:val="003933E1"/>
    <w:rsid w:val="003A0B50"/>
    <w:rsid w:val="003B15FB"/>
    <w:rsid w:val="003B500E"/>
    <w:rsid w:val="003B6FCA"/>
    <w:rsid w:val="003B7900"/>
    <w:rsid w:val="003D0A83"/>
    <w:rsid w:val="003D3922"/>
    <w:rsid w:val="003E78EC"/>
    <w:rsid w:val="003F76D5"/>
    <w:rsid w:val="0041147A"/>
    <w:rsid w:val="00423805"/>
    <w:rsid w:val="00424E5F"/>
    <w:rsid w:val="00425440"/>
    <w:rsid w:val="00440DEF"/>
    <w:rsid w:val="00442350"/>
    <w:rsid w:val="00442E03"/>
    <w:rsid w:val="00444D98"/>
    <w:rsid w:val="00447F40"/>
    <w:rsid w:val="0045371A"/>
    <w:rsid w:val="004627AC"/>
    <w:rsid w:val="004659E5"/>
    <w:rsid w:val="004772FE"/>
    <w:rsid w:val="00477F7F"/>
    <w:rsid w:val="004851FF"/>
    <w:rsid w:val="00492EDE"/>
    <w:rsid w:val="004932C7"/>
    <w:rsid w:val="00496E38"/>
    <w:rsid w:val="004A37CE"/>
    <w:rsid w:val="004A541D"/>
    <w:rsid w:val="004B1644"/>
    <w:rsid w:val="004C6CA6"/>
    <w:rsid w:val="004E5A0B"/>
    <w:rsid w:val="004E66FE"/>
    <w:rsid w:val="005079C6"/>
    <w:rsid w:val="00512CCD"/>
    <w:rsid w:val="00514D3B"/>
    <w:rsid w:val="00514E82"/>
    <w:rsid w:val="00524499"/>
    <w:rsid w:val="00534558"/>
    <w:rsid w:val="00536474"/>
    <w:rsid w:val="00566C36"/>
    <w:rsid w:val="0057018D"/>
    <w:rsid w:val="005706D6"/>
    <w:rsid w:val="0057181B"/>
    <w:rsid w:val="005878D8"/>
    <w:rsid w:val="005930AA"/>
    <w:rsid w:val="005A4B2F"/>
    <w:rsid w:val="005B218A"/>
    <w:rsid w:val="005D086E"/>
    <w:rsid w:val="005F31F9"/>
    <w:rsid w:val="005F36DA"/>
    <w:rsid w:val="00621362"/>
    <w:rsid w:val="00622CB0"/>
    <w:rsid w:val="00632FE9"/>
    <w:rsid w:val="00656415"/>
    <w:rsid w:val="00661178"/>
    <w:rsid w:val="00661B6E"/>
    <w:rsid w:val="00672F7F"/>
    <w:rsid w:val="00682B01"/>
    <w:rsid w:val="0068565D"/>
    <w:rsid w:val="006B126E"/>
    <w:rsid w:val="006C189B"/>
    <w:rsid w:val="006C255F"/>
    <w:rsid w:val="006D1B47"/>
    <w:rsid w:val="006E28EB"/>
    <w:rsid w:val="006E6188"/>
    <w:rsid w:val="00704F5B"/>
    <w:rsid w:val="0070781D"/>
    <w:rsid w:val="007106EB"/>
    <w:rsid w:val="00713B6C"/>
    <w:rsid w:val="00713F2C"/>
    <w:rsid w:val="00717E1F"/>
    <w:rsid w:val="00726172"/>
    <w:rsid w:val="00726177"/>
    <w:rsid w:val="00726646"/>
    <w:rsid w:val="00732E2B"/>
    <w:rsid w:val="00734A2F"/>
    <w:rsid w:val="00760E57"/>
    <w:rsid w:val="0076610E"/>
    <w:rsid w:val="00770984"/>
    <w:rsid w:val="00774E58"/>
    <w:rsid w:val="00776652"/>
    <w:rsid w:val="00781C84"/>
    <w:rsid w:val="00783F12"/>
    <w:rsid w:val="00790835"/>
    <w:rsid w:val="00793835"/>
    <w:rsid w:val="00795940"/>
    <w:rsid w:val="007A53B2"/>
    <w:rsid w:val="007A5E82"/>
    <w:rsid w:val="007C6D90"/>
    <w:rsid w:val="007D684D"/>
    <w:rsid w:val="007E41D5"/>
    <w:rsid w:val="007F60AE"/>
    <w:rsid w:val="0080065A"/>
    <w:rsid w:val="00807ED8"/>
    <w:rsid w:val="00813653"/>
    <w:rsid w:val="00815BBA"/>
    <w:rsid w:val="008353C8"/>
    <w:rsid w:val="00842752"/>
    <w:rsid w:val="008434AB"/>
    <w:rsid w:val="00844F7B"/>
    <w:rsid w:val="008479E4"/>
    <w:rsid w:val="00851E08"/>
    <w:rsid w:val="008817E0"/>
    <w:rsid w:val="00883115"/>
    <w:rsid w:val="008832B7"/>
    <w:rsid w:val="00884E6E"/>
    <w:rsid w:val="008C7C1F"/>
    <w:rsid w:val="008D037E"/>
    <w:rsid w:val="008D2670"/>
    <w:rsid w:val="008D2A42"/>
    <w:rsid w:val="008D2D8C"/>
    <w:rsid w:val="008D5D18"/>
    <w:rsid w:val="008D64BE"/>
    <w:rsid w:val="008D778C"/>
    <w:rsid w:val="008D7D75"/>
    <w:rsid w:val="008D7F51"/>
    <w:rsid w:val="008E00A1"/>
    <w:rsid w:val="008E3CE9"/>
    <w:rsid w:val="008F233B"/>
    <w:rsid w:val="00911A11"/>
    <w:rsid w:val="00924DB3"/>
    <w:rsid w:val="00944C87"/>
    <w:rsid w:val="00946350"/>
    <w:rsid w:val="00956A61"/>
    <w:rsid w:val="00957662"/>
    <w:rsid w:val="00966C59"/>
    <w:rsid w:val="00970BC4"/>
    <w:rsid w:val="00975A51"/>
    <w:rsid w:val="00992D70"/>
    <w:rsid w:val="009933AC"/>
    <w:rsid w:val="00993478"/>
    <w:rsid w:val="009C1001"/>
    <w:rsid w:val="009C22CB"/>
    <w:rsid w:val="009C4854"/>
    <w:rsid w:val="009C75EB"/>
    <w:rsid w:val="009E462D"/>
    <w:rsid w:val="009E4B59"/>
    <w:rsid w:val="009E64EE"/>
    <w:rsid w:val="009F268C"/>
    <w:rsid w:val="009F27B4"/>
    <w:rsid w:val="00A029D6"/>
    <w:rsid w:val="00A178CD"/>
    <w:rsid w:val="00A26DA1"/>
    <w:rsid w:val="00A27A35"/>
    <w:rsid w:val="00A355FE"/>
    <w:rsid w:val="00A41617"/>
    <w:rsid w:val="00A71F5B"/>
    <w:rsid w:val="00A84549"/>
    <w:rsid w:val="00A86B12"/>
    <w:rsid w:val="00AA73F5"/>
    <w:rsid w:val="00AB1F82"/>
    <w:rsid w:val="00AB3DC3"/>
    <w:rsid w:val="00AB4454"/>
    <w:rsid w:val="00AC4DB6"/>
    <w:rsid w:val="00AE17EE"/>
    <w:rsid w:val="00AE30A8"/>
    <w:rsid w:val="00AF474D"/>
    <w:rsid w:val="00AF5325"/>
    <w:rsid w:val="00AF60A6"/>
    <w:rsid w:val="00AF7524"/>
    <w:rsid w:val="00AF7BD1"/>
    <w:rsid w:val="00B00F33"/>
    <w:rsid w:val="00B026CE"/>
    <w:rsid w:val="00B0471F"/>
    <w:rsid w:val="00B137D1"/>
    <w:rsid w:val="00B15DE4"/>
    <w:rsid w:val="00B20AEA"/>
    <w:rsid w:val="00B20D07"/>
    <w:rsid w:val="00B27C8D"/>
    <w:rsid w:val="00B34231"/>
    <w:rsid w:val="00B36460"/>
    <w:rsid w:val="00B459A2"/>
    <w:rsid w:val="00B75142"/>
    <w:rsid w:val="00B80512"/>
    <w:rsid w:val="00B85484"/>
    <w:rsid w:val="00BB64D1"/>
    <w:rsid w:val="00BB7878"/>
    <w:rsid w:val="00BD1EA9"/>
    <w:rsid w:val="00BF30F3"/>
    <w:rsid w:val="00C131BB"/>
    <w:rsid w:val="00C15225"/>
    <w:rsid w:val="00C31BEC"/>
    <w:rsid w:val="00C34228"/>
    <w:rsid w:val="00C35B0A"/>
    <w:rsid w:val="00C35D13"/>
    <w:rsid w:val="00C37CE3"/>
    <w:rsid w:val="00C509D5"/>
    <w:rsid w:val="00C57D00"/>
    <w:rsid w:val="00C62198"/>
    <w:rsid w:val="00C6402B"/>
    <w:rsid w:val="00C668F0"/>
    <w:rsid w:val="00C66D93"/>
    <w:rsid w:val="00C70261"/>
    <w:rsid w:val="00C77E94"/>
    <w:rsid w:val="00CA3F57"/>
    <w:rsid w:val="00CA71E9"/>
    <w:rsid w:val="00CB3E34"/>
    <w:rsid w:val="00CC522C"/>
    <w:rsid w:val="00CC548C"/>
    <w:rsid w:val="00CC649C"/>
    <w:rsid w:val="00CD0D7A"/>
    <w:rsid w:val="00CD1648"/>
    <w:rsid w:val="00CD27BA"/>
    <w:rsid w:val="00CE0B86"/>
    <w:rsid w:val="00CE2669"/>
    <w:rsid w:val="00CE7B6F"/>
    <w:rsid w:val="00CF3C5B"/>
    <w:rsid w:val="00CF5639"/>
    <w:rsid w:val="00D04DF8"/>
    <w:rsid w:val="00D11DCB"/>
    <w:rsid w:val="00D22CEB"/>
    <w:rsid w:val="00D41CC3"/>
    <w:rsid w:val="00D4689A"/>
    <w:rsid w:val="00D52FBF"/>
    <w:rsid w:val="00D54EDD"/>
    <w:rsid w:val="00D83073"/>
    <w:rsid w:val="00D84A14"/>
    <w:rsid w:val="00DC232B"/>
    <w:rsid w:val="00DD1E17"/>
    <w:rsid w:val="00DE067F"/>
    <w:rsid w:val="00DF0B77"/>
    <w:rsid w:val="00DF27CF"/>
    <w:rsid w:val="00E0257E"/>
    <w:rsid w:val="00E1055A"/>
    <w:rsid w:val="00E14C52"/>
    <w:rsid w:val="00E20419"/>
    <w:rsid w:val="00E41DCB"/>
    <w:rsid w:val="00E44702"/>
    <w:rsid w:val="00E46406"/>
    <w:rsid w:val="00E51E7A"/>
    <w:rsid w:val="00E53361"/>
    <w:rsid w:val="00E5481D"/>
    <w:rsid w:val="00E55AA3"/>
    <w:rsid w:val="00E600A0"/>
    <w:rsid w:val="00E71C03"/>
    <w:rsid w:val="00E77475"/>
    <w:rsid w:val="00E8318C"/>
    <w:rsid w:val="00EA2F0A"/>
    <w:rsid w:val="00EA47CF"/>
    <w:rsid w:val="00EE2117"/>
    <w:rsid w:val="00EE6BA9"/>
    <w:rsid w:val="00F00F31"/>
    <w:rsid w:val="00F13B52"/>
    <w:rsid w:val="00F23B64"/>
    <w:rsid w:val="00F26AF9"/>
    <w:rsid w:val="00F26D41"/>
    <w:rsid w:val="00F35044"/>
    <w:rsid w:val="00F41163"/>
    <w:rsid w:val="00F5562A"/>
    <w:rsid w:val="00F5762D"/>
    <w:rsid w:val="00F6608B"/>
    <w:rsid w:val="00F67B49"/>
    <w:rsid w:val="00F711C5"/>
    <w:rsid w:val="00F83FD1"/>
    <w:rsid w:val="00FA11AD"/>
    <w:rsid w:val="00FA5E7D"/>
    <w:rsid w:val="00FB3974"/>
    <w:rsid w:val="00FB73C7"/>
    <w:rsid w:val="00FD33DE"/>
    <w:rsid w:val="00FD4FC6"/>
    <w:rsid w:val="00FD7FE7"/>
    <w:rsid w:val="00FE13B0"/>
    <w:rsid w:val="00FF5E11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B15B38"/>
  <w15:docId w15:val="{AF587634-A37B-4C4A-A847-32919A4D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sz w:val="28"/>
      <w:szCs w:val="20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outlineLvl w:val="3"/>
    </w:pPr>
    <w:rPr>
      <w:vanish/>
      <w:sz w:val="16"/>
      <w:szCs w:val="20"/>
    </w:rPr>
  </w:style>
  <w:style w:type="paragraph" w:styleId="Antrat5">
    <w:name w:val="heading 5"/>
    <w:basedOn w:val="prastasis"/>
    <w:next w:val="prastasis"/>
    <w:qFormat/>
    <w:pPr>
      <w:keepNext/>
      <w:jc w:val="center"/>
      <w:outlineLvl w:val="4"/>
    </w:pPr>
    <w:rPr>
      <w:caps/>
      <w:szCs w:val="20"/>
    </w:rPr>
  </w:style>
  <w:style w:type="paragraph" w:styleId="Antrat6">
    <w:name w:val="heading 6"/>
    <w:basedOn w:val="prastasis"/>
    <w:next w:val="prastasis"/>
    <w:qFormat/>
    <w:pPr>
      <w:keepNext/>
      <w:outlineLvl w:val="5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Porat">
    <w:name w:val="foot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uslapionumeris">
    <w:name w:val="page number"/>
    <w:basedOn w:val="Numatytasispastraiposriftas"/>
    <w:semiHidden/>
  </w:style>
  <w:style w:type="character" w:styleId="Emfaz">
    <w:name w:val="Emphasis"/>
    <w:qFormat/>
    <w:rPr>
      <w:i/>
      <w:iCs/>
    </w:rPr>
  </w:style>
  <w:style w:type="paragraph" w:styleId="Antrat">
    <w:name w:val="caption"/>
    <w:basedOn w:val="prastasis"/>
    <w:next w:val="prastasis"/>
    <w:qFormat/>
    <w:pPr>
      <w:jc w:val="center"/>
    </w:pPr>
    <w:rPr>
      <w:sz w:val="28"/>
    </w:rPr>
  </w:style>
  <w:style w:type="paragraph" w:styleId="Pagrindinistekstas">
    <w:name w:val="Body Text"/>
    <w:basedOn w:val="prastasis"/>
    <w:semiHidden/>
    <w:pPr>
      <w:jc w:val="both"/>
    </w:pPr>
  </w:style>
  <w:style w:type="paragraph" w:styleId="Pagrindiniotekstotrauka">
    <w:name w:val="Body Text Indent"/>
    <w:basedOn w:val="prastasis"/>
    <w:semiHidden/>
    <w:pPr>
      <w:tabs>
        <w:tab w:val="left" w:pos="1440"/>
        <w:tab w:val="left" w:pos="1620"/>
        <w:tab w:val="left" w:pos="3600"/>
      </w:tabs>
      <w:ind w:left="3780"/>
      <w:jc w:val="both"/>
    </w:pPr>
  </w:style>
  <w:style w:type="paragraph" w:styleId="Pagrindiniotekstotrauka2">
    <w:name w:val="Body Text Indent 2"/>
    <w:basedOn w:val="prastasis"/>
    <w:semiHidden/>
    <w:pPr>
      <w:tabs>
        <w:tab w:val="left" w:pos="1440"/>
        <w:tab w:val="left" w:pos="1620"/>
      </w:tabs>
      <w:ind w:left="3780" w:hanging="3780"/>
    </w:pPr>
  </w:style>
  <w:style w:type="paragraph" w:styleId="Pagrindiniotekstotrauka3">
    <w:name w:val="Body Text Indent 3"/>
    <w:basedOn w:val="prastasis"/>
    <w:semiHidden/>
    <w:pPr>
      <w:tabs>
        <w:tab w:val="left" w:pos="1440"/>
        <w:tab w:val="left" w:pos="1620"/>
      </w:tabs>
      <w:ind w:left="3240" w:hanging="3600"/>
      <w:jc w:val="both"/>
    </w:pPr>
  </w:style>
  <w:style w:type="paragraph" w:customStyle="1" w:styleId="Debesliotekstas1">
    <w:name w:val="Debesėlio tekstas1"/>
    <w:basedOn w:val="prastasis"/>
    <w:semiHidden/>
    <w:rPr>
      <w:rFonts w:ascii="Tahoma" w:hAnsi="Tahoma" w:cs="Tahoma"/>
      <w:sz w:val="16"/>
      <w:szCs w:val="16"/>
    </w:rPr>
  </w:style>
  <w:style w:type="character" w:styleId="Hipersaitas">
    <w:name w:val="Hyperlink"/>
    <w:semiHidden/>
    <w:rPr>
      <w:color w:val="0000FF"/>
      <w:u w:val="single"/>
    </w:rPr>
  </w:style>
  <w:style w:type="character" w:styleId="Perirtashipersaitas">
    <w:name w:val="FollowedHyperlink"/>
    <w:semiHidden/>
    <w:rPr>
      <w:color w:val="800080"/>
      <w:u w:val="single"/>
    </w:rPr>
  </w:style>
  <w:style w:type="paragraph" w:styleId="prastasiniatinklio">
    <w:name w:val="Normal (Web)"/>
    <w:basedOn w:val="prastasis"/>
    <w:semiHidden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n-GB"/>
    </w:rPr>
  </w:style>
  <w:style w:type="paragraph" w:customStyle="1" w:styleId="tactin">
    <w:name w:val="tactin"/>
    <w:basedOn w:val="prastasis"/>
    <w:rsid w:val="003B6FCA"/>
    <w:pPr>
      <w:spacing w:before="100" w:beforeAutospacing="1" w:after="100" w:afterAutospacing="1"/>
    </w:pPr>
    <w:rPr>
      <w:lang w:eastAsia="lt-LT"/>
    </w:rPr>
  </w:style>
  <w:style w:type="paragraph" w:customStyle="1" w:styleId="centrbold">
    <w:name w:val="centrbold"/>
    <w:basedOn w:val="prastasis"/>
    <w:rsid w:val="003D0A83"/>
    <w:pPr>
      <w:spacing w:before="100" w:beforeAutospacing="1" w:after="100" w:afterAutospacing="1"/>
    </w:pPr>
    <w:rPr>
      <w:lang w:val="en-GB"/>
    </w:rPr>
  </w:style>
  <w:style w:type="paragraph" w:styleId="Debesliotekstas">
    <w:name w:val="Balloon Text"/>
    <w:basedOn w:val="prastasis"/>
    <w:semiHidden/>
    <w:rsid w:val="00566C3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02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91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92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10" Target="header2.xml"
                 Type="http://schemas.openxmlformats.org/officeDocument/2006/relationships/header"/>
   <Relationship Id="rId11" Target="fontTable.xml"
                 Type="http://schemas.openxmlformats.org/officeDocument/2006/relationships/fontTable"/>
   <Relationship Id="rId12" Target="theme/theme1.xml"
                 Type="http://schemas.openxmlformats.org/officeDocument/2006/relationships/theme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media/image1.png"
                 Type="http://schemas.openxmlformats.org/officeDocument/2006/relationships/image"/>
   <Relationship Id="rId8" Target="embeddings/oleObject1.bin"
                 Type="http://schemas.openxmlformats.org/officeDocument/2006/relationships/oleObject"/>
   <Relationship Id="rId9" Target="header1.xml"
                 Type="http://schemas.openxmlformats.org/officeDocument/2006/relationships/header"/>
</Relationships>
</file>

<file path=word/_rels/settings.xml.rels><?xml version="1.0" encoding="UTF-8" standalone="yes"?>
<Relationships xmlns="http://schemas.openxmlformats.org/package/2006/relationships">
   <Relationship Id="rId1" Target="file:///Q:/Blankai/isakymas.dot"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isakymas</Template>
  <TotalTime>1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Įsakymas</vt:lpstr>
    </vt:vector>
  </TitlesOfParts>
  <Company>Zarasų rajono savivaldybė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2020-12-30T09:35:00Z</dcterms:created>
  <dc:creator>Romas</dc:creator>
  <cp:lastModifiedBy>Bendras Zrsa1</cp:lastModifiedBy>
  <cp:lastPrinted>2020-04-17T07:26:00Z</cp:lastPrinted>
  <dcterms:modified xsi:type="dcterms:W3CDTF">2020-12-30T09:36:00Z</dcterms:modified>
  <cp:revision>3</cp:revision>
  <dc:subject>Dėl</dc:subject>
  <dc:title>Įsakymas</dc:title>
</cp:coreProperties>
</file>